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1D" w:rsidRPr="0041575E" w:rsidRDefault="00E97F1D" w:rsidP="00E97F1D">
      <w:pPr>
        <w:rPr>
          <w:lang w:val="es-MX"/>
        </w:rPr>
      </w:pPr>
      <w:r w:rsidRPr="0041575E">
        <w:rPr>
          <w:lang w:val="es-MX"/>
        </w:rPr>
        <w:t>Nombre __________________________________________________ Hora ____ Fecha __________________________</w:t>
      </w:r>
    </w:p>
    <w:p w:rsidR="00E97F1D" w:rsidRPr="00E97F1D" w:rsidRDefault="00E97F1D" w:rsidP="00297093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Cs w:val="32"/>
          <w:lang w:val="es-ES_tradnl"/>
        </w:rPr>
      </w:pPr>
    </w:p>
    <w:p w:rsidR="00297093" w:rsidRPr="0041575E" w:rsidRDefault="00B41536" w:rsidP="00297093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40"/>
          <w:szCs w:val="40"/>
          <w:lang w:val="es-ES_tradnl"/>
        </w:rPr>
      </w:pPr>
      <w:r w:rsidRPr="0041575E">
        <w:rPr>
          <w:rFonts w:ascii="Verdana" w:hAnsi="Verdana" w:cs="Verdana"/>
          <w:sz w:val="40"/>
          <w:szCs w:val="40"/>
          <w:lang w:val="es-ES_tradnl"/>
        </w:rPr>
        <w:t>Un Día Divertido</w:t>
      </w:r>
    </w:p>
    <w:p w:rsidR="00297093" w:rsidRPr="00E97F1D" w:rsidRDefault="00297093" w:rsidP="00297093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szCs w:val="32"/>
          <w:lang w:val="es-ES_tradnl"/>
        </w:rPr>
      </w:pPr>
    </w:p>
    <w:p w:rsidR="00E97F1D" w:rsidRPr="0041575E" w:rsidRDefault="00E97F1D" w:rsidP="00297093">
      <w:pPr>
        <w:widowControl w:val="0"/>
        <w:autoSpaceDE w:val="0"/>
        <w:autoSpaceDN w:val="0"/>
        <w:adjustRightInd w:val="0"/>
        <w:jc w:val="both"/>
        <w:rPr>
          <w:rFonts w:ascii="Comic Sans MS" w:hAnsi="Comic Sans MS" w:cs="Verdana"/>
          <w:szCs w:val="32"/>
          <w:lang w:val="es-ES_tradnl"/>
        </w:rPr>
      </w:pPr>
      <w:r w:rsidRPr="0041575E">
        <w:rPr>
          <w:rFonts w:ascii="Comic Sans MS" w:hAnsi="Comic Sans MS" w:cs="Verdana"/>
          <w:szCs w:val="32"/>
          <w:lang w:val="es-ES_tradnl"/>
        </w:rPr>
        <w:t xml:space="preserve">El viernes pasado yo </w:t>
      </w:r>
      <w:r w:rsidRPr="0041575E">
        <w:rPr>
          <w:rFonts w:ascii="Comic Sans MS" w:hAnsi="Comic Sans MS" w:cs="Verdana"/>
          <w:szCs w:val="32"/>
          <w:highlight w:val="lightGray"/>
          <w:u w:val="single"/>
          <w:lang w:val="es-ES_tradnl"/>
        </w:rPr>
        <w:t>fui</w:t>
      </w:r>
      <w:r w:rsidR="009E084F" w:rsidRPr="0041575E">
        <w:rPr>
          <w:rFonts w:ascii="Comic Sans MS" w:hAnsi="Comic Sans MS" w:cs="Verdana"/>
          <w:szCs w:val="32"/>
          <w:lang w:val="es-ES_tradnl"/>
        </w:rPr>
        <w:t xml:space="preserve"> al cine con mi amiga</w:t>
      </w:r>
      <w:r w:rsidRPr="0041575E">
        <w:rPr>
          <w:rFonts w:ascii="Comic Sans MS" w:hAnsi="Comic Sans MS" w:cs="Verdana"/>
          <w:szCs w:val="32"/>
          <w:lang w:val="es-ES_tradnl"/>
        </w:rPr>
        <w:t xml:space="preserve"> 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Laura. Nosotros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salimos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de la casa a las seis. Laura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manejó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. Primero, Laura y yo </w:t>
      </w:r>
      <w:r w:rsidR="00297093" w:rsidRPr="0041575E">
        <w:rPr>
          <w:rFonts w:ascii="Comic Sans MS" w:hAnsi="Comic Sans MS" w:cs="Verdana"/>
          <w:szCs w:val="32"/>
          <w:highlight w:val="lightGray"/>
          <w:u w:val="single"/>
          <w:lang w:val="es-ES_tradnl"/>
        </w:rPr>
        <w:t>fuimos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al Gran Restaurante Mexicano para comer. Yo 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comí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los tacos y Laura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bebió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una limonada. Nosotr</w:t>
      </w:r>
      <w:r w:rsidR="00B41536" w:rsidRPr="0041575E">
        <w:rPr>
          <w:rFonts w:ascii="Comic Sans MS" w:hAnsi="Comic Sans MS" w:cs="Verdana"/>
          <w:szCs w:val="32"/>
          <w:lang w:val="es-ES_tradnl"/>
        </w:rPr>
        <w:t>a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terminamos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 las siete. Entonces al cine nosotros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compramos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las entradas. Yo no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llevé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mucho dinero, pero yo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encontré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bastante dinero para comprar mi entrada. Laura tenía hambre, entonces 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caminamos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al mostrador para comprar las palomitas. Laura 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comió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las palomitas  con mucha mantequilla y sal. ¡Yo no las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comí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!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Entramos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en el cine y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vimos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 unos amigos. 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Encontramos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un asiento cerca de ellos. La película 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empezó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 las siete y cuarto.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Terminó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 las nueve y cinco. Los amigos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caminaron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 casa porque el coche de Laura era un coche muy pequeño. Ellos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caminaron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y nosotr</w:t>
      </w:r>
      <w:r w:rsidR="00B41536" w:rsidRPr="0041575E">
        <w:rPr>
          <w:rFonts w:ascii="Comic Sans MS" w:hAnsi="Comic Sans MS" w:cs="Verdana"/>
          <w:szCs w:val="32"/>
          <w:lang w:val="es-ES_tradnl"/>
        </w:rPr>
        <w:t>a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manejamos</w:t>
      </w:r>
      <w:r w:rsidR="00297093" w:rsidRPr="0041575E">
        <w:rPr>
          <w:rFonts w:ascii="Comic Sans MS" w:hAnsi="Comic Sans MS" w:cs="Verdana"/>
          <w:szCs w:val="32"/>
          <w:lang w:val="es-ES_tradnl"/>
        </w:rPr>
        <w:t>. Nosotr</w:t>
      </w:r>
      <w:r w:rsidR="00B41536" w:rsidRPr="0041575E">
        <w:rPr>
          <w:rFonts w:ascii="Comic Sans MS" w:hAnsi="Comic Sans MS" w:cs="Verdana"/>
          <w:szCs w:val="32"/>
          <w:lang w:val="es-ES_tradnl"/>
        </w:rPr>
        <w:t>a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s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hablamos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,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escuchamos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la música, 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escribimos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una composición, y e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mpezamos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un proyecto para la clase de español, pero nosotr</w:t>
      </w:r>
      <w:r w:rsidR="00B41536" w:rsidRPr="0041575E">
        <w:rPr>
          <w:rFonts w:ascii="Comic Sans MS" w:hAnsi="Comic Sans MS" w:cs="Verdana"/>
          <w:szCs w:val="32"/>
          <w:lang w:val="es-ES_tradnl"/>
        </w:rPr>
        <w:t>a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s no lo </w:t>
      </w:r>
      <w:r w:rsidR="00297093" w:rsidRPr="0041575E">
        <w:rPr>
          <w:rFonts w:ascii="Comic Sans MS" w:hAnsi="Comic Sans MS" w:cs="Verdana"/>
          <w:szCs w:val="32"/>
          <w:u w:val="single"/>
          <w:lang w:val="es-ES_tradnl"/>
        </w:rPr>
        <w:t>terminamos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. A las once y media, Laura </w:t>
      </w:r>
      <w:r w:rsidR="00297093" w:rsidRPr="0041575E">
        <w:rPr>
          <w:rFonts w:ascii="Comic Sans MS" w:hAnsi="Comic Sans MS" w:cs="Verdana"/>
          <w:szCs w:val="32"/>
          <w:highlight w:val="lightGray"/>
          <w:u w:val="single"/>
          <w:lang w:val="es-ES_tradnl"/>
        </w:rPr>
        <w:t>fue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a su casa. ¡Viernes </w:t>
      </w:r>
      <w:r w:rsidR="00297093" w:rsidRPr="0041575E">
        <w:rPr>
          <w:rFonts w:ascii="Comic Sans MS" w:hAnsi="Comic Sans MS" w:cs="Verdana"/>
          <w:szCs w:val="32"/>
          <w:highlight w:val="lightGray"/>
          <w:u w:val="single"/>
          <w:lang w:val="es-ES_tradnl"/>
        </w:rPr>
        <w:t>fue</w:t>
      </w:r>
      <w:r w:rsidR="00297093" w:rsidRPr="0041575E">
        <w:rPr>
          <w:rFonts w:ascii="Comic Sans MS" w:hAnsi="Comic Sans MS" w:cs="Verdana"/>
          <w:szCs w:val="32"/>
          <w:lang w:val="es-ES_tradnl"/>
        </w:rPr>
        <w:t xml:space="preserve"> un día súper divertido! </w:t>
      </w:r>
    </w:p>
    <w:p w:rsidR="00E97F1D" w:rsidRPr="0011567F" w:rsidRDefault="00E97F1D" w:rsidP="00E97F1D">
      <w:pPr>
        <w:rPr>
          <w:rFonts w:ascii="Cambria" w:eastAsia="Cambria" w:hAnsi="Cambria" w:cs="Times New Roman"/>
          <w:lang w:val="es-ES_tradnl"/>
        </w:rPr>
      </w:pPr>
    </w:p>
    <w:p w:rsidR="00E97F1D" w:rsidRPr="002818B2" w:rsidRDefault="00E97F1D" w:rsidP="00E97F1D">
      <w:pPr>
        <w:jc w:val="center"/>
        <w:rPr>
          <w:rFonts w:ascii="Cambria" w:eastAsia="Cambria" w:hAnsi="Cambria" w:cs="Times New Roman"/>
          <w:b/>
          <w:lang w:val="es-ES_tradnl"/>
        </w:rPr>
      </w:pPr>
      <w:r>
        <w:rPr>
          <w:rFonts w:ascii="Cambria" w:eastAsia="Cambria" w:hAnsi="Cambria" w:cs="Times New Roman"/>
          <w:b/>
          <w:lang w:val="es-ES_tradnl"/>
        </w:rPr>
        <w:t xml:space="preserve">El </w:t>
      </w:r>
      <w:r>
        <w:rPr>
          <w:b/>
          <w:lang w:val="es-ES_tradnl"/>
        </w:rPr>
        <w:t>pretérito</w:t>
      </w:r>
    </w:p>
    <w:p w:rsidR="00E97F1D" w:rsidRDefault="00E97F1D" w:rsidP="00E97F1D">
      <w:pPr>
        <w:rPr>
          <w:rFonts w:ascii="Cambria" w:eastAsia="Cambria" w:hAnsi="Cambri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788"/>
        <w:gridCol w:w="4788"/>
      </w:tblGrid>
      <w:tr w:rsidR="00E97F1D" w:rsidRPr="0041575E">
        <w:tc>
          <w:tcPr>
            <w:tcW w:w="4788" w:type="dxa"/>
          </w:tcPr>
          <w:p w:rsidR="00E97F1D" w:rsidRPr="0041575E" w:rsidRDefault="00E97F1D" w:rsidP="00E97F1D">
            <w:pPr>
              <w:rPr>
                <w:rFonts w:ascii="Arial" w:eastAsia="Cambria" w:hAnsi="Arial" w:cs="Arial"/>
                <w:b/>
                <w:lang w:val="es-ES_tradnl"/>
              </w:rPr>
            </w:pPr>
          </w:p>
          <w:p w:rsidR="00E97F1D" w:rsidRPr="0041575E" w:rsidRDefault="00E97F1D" w:rsidP="009E084F">
            <w:pPr>
              <w:rPr>
                <w:rFonts w:ascii="Arial" w:eastAsia="Cambria" w:hAnsi="Arial" w:cs="Arial"/>
                <w:u w:val="single"/>
                <w:lang w:val="es-ES_tradnl"/>
              </w:rPr>
            </w:pPr>
            <w:r w:rsidRPr="0041575E">
              <w:rPr>
                <w:rFonts w:ascii="Arial" w:hAnsi="Arial" w:cs="Arial"/>
                <w:u w:val="single"/>
                <w:lang w:val="es-ES_tradnl"/>
              </w:rPr>
              <w:t>Camin</w:t>
            </w:r>
            <w:r w:rsidRPr="0041575E">
              <w:rPr>
                <w:rFonts w:ascii="Arial" w:eastAsia="Cambria" w:hAnsi="Arial" w:cs="Arial"/>
                <w:b/>
                <w:u w:val="single"/>
                <w:lang w:val="es-ES_tradnl"/>
              </w:rPr>
              <w:t>ar</w:t>
            </w:r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– </w:t>
            </w:r>
            <w:proofErr w:type="spellStart"/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>to</w:t>
            </w:r>
            <w:proofErr w:type="spellEnd"/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</w:t>
            </w:r>
            <w:proofErr w:type="spellStart"/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>walk</w:t>
            </w:r>
            <w:proofErr w:type="spellEnd"/>
          </w:p>
          <w:p w:rsidR="00E97F1D" w:rsidRPr="0041575E" w:rsidRDefault="00E97F1D" w:rsidP="009E084F">
            <w:pPr>
              <w:rPr>
                <w:rFonts w:ascii="Arial" w:eastAsia="Cambria" w:hAnsi="Arial" w:cs="Arial"/>
                <w:sz w:val="16"/>
                <w:lang w:val="es-ES_tradnl"/>
              </w:rPr>
            </w:pP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yo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nosotros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tú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vosotros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Ud.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Uds.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>él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ella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ellas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</w:p>
          <w:p w:rsidR="00E97F1D" w:rsidRPr="0041575E" w:rsidRDefault="00E97F1D" w:rsidP="009E084F">
            <w:pPr>
              <w:rPr>
                <w:rFonts w:ascii="Arial" w:eastAsia="Cambria" w:hAnsi="Arial" w:cs="Arial"/>
                <w:u w:val="single"/>
                <w:lang w:val="es-ES_tradnl"/>
              </w:rPr>
            </w:pPr>
            <w:r w:rsidRPr="0041575E">
              <w:rPr>
                <w:rFonts w:ascii="Arial" w:hAnsi="Arial" w:cs="Arial"/>
                <w:u w:val="single"/>
                <w:lang w:val="es-ES_tradnl"/>
              </w:rPr>
              <w:t>Escrib</w:t>
            </w:r>
            <w:r w:rsidRPr="0041575E">
              <w:rPr>
                <w:rFonts w:ascii="Arial" w:hAnsi="Arial" w:cs="Arial"/>
                <w:b/>
                <w:u w:val="single"/>
                <w:lang w:val="es-ES_tradnl"/>
              </w:rPr>
              <w:t>i</w:t>
            </w:r>
            <w:r w:rsidRPr="0041575E">
              <w:rPr>
                <w:rFonts w:ascii="Arial" w:eastAsia="Cambria" w:hAnsi="Arial" w:cs="Arial"/>
                <w:b/>
                <w:u w:val="single"/>
                <w:lang w:val="es-ES_tradnl"/>
              </w:rPr>
              <w:t>r</w:t>
            </w:r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– </w:t>
            </w:r>
            <w:proofErr w:type="spellStart"/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>to</w:t>
            </w:r>
            <w:proofErr w:type="spellEnd"/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</w:t>
            </w:r>
            <w:proofErr w:type="spellStart"/>
            <w:r w:rsidR="007960B3" w:rsidRPr="0041575E">
              <w:rPr>
                <w:rFonts w:ascii="Arial" w:eastAsia="Cambria" w:hAnsi="Arial" w:cs="Arial"/>
                <w:u w:val="single"/>
                <w:lang w:val="es-ES_tradnl"/>
              </w:rPr>
              <w:t>write</w:t>
            </w:r>
            <w:proofErr w:type="spellEnd"/>
          </w:p>
          <w:p w:rsidR="00E97F1D" w:rsidRPr="0041575E" w:rsidRDefault="00E97F1D" w:rsidP="009E084F">
            <w:pPr>
              <w:rPr>
                <w:rFonts w:ascii="Arial" w:eastAsia="Cambria" w:hAnsi="Arial" w:cs="Arial"/>
                <w:sz w:val="16"/>
                <w:lang w:val="es-ES_tradnl"/>
              </w:rPr>
            </w:pP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yo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nosotros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tú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vosotros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Ud.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Uds.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>él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ella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ellas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</w:p>
          <w:p w:rsidR="00E97F1D" w:rsidRPr="0041575E" w:rsidRDefault="00E97F1D" w:rsidP="00E97F1D">
            <w:pPr>
              <w:rPr>
                <w:rFonts w:ascii="Arial" w:eastAsia="Cambria" w:hAnsi="Arial" w:cs="Arial"/>
                <w:u w:val="single"/>
                <w:lang w:val="es-ES_tradnl"/>
              </w:rPr>
            </w:pPr>
            <w:r w:rsidRPr="0041575E">
              <w:rPr>
                <w:rFonts w:ascii="Arial" w:hAnsi="Arial" w:cs="Arial"/>
                <w:u w:val="single"/>
                <w:lang w:val="es-ES_tradnl"/>
              </w:rPr>
              <w:t>Ser</w:t>
            </w:r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– </w:t>
            </w:r>
            <w:proofErr w:type="spellStart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>to</w:t>
            </w:r>
            <w:proofErr w:type="spellEnd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be</w:t>
            </w:r>
          </w:p>
          <w:p w:rsidR="00E97F1D" w:rsidRPr="0041575E" w:rsidRDefault="00E97F1D" w:rsidP="00E97F1D">
            <w:pPr>
              <w:rPr>
                <w:rFonts w:ascii="Arial" w:eastAsia="Cambria" w:hAnsi="Arial" w:cs="Arial"/>
                <w:sz w:val="16"/>
                <w:lang w:val="es-ES_tradnl"/>
              </w:rPr>
            </w:pPr>
          </w:p>
          <w:p w:rsidR="00E97F1D" w:rsidRPr="0041575E" w:rsidRDefault="00E97F1D" w:rsidP="00E97F1D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yo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nosotros</w:t>
            </w:r>
          </w:p>
          <w:p w:rsidR="00E97F1D" w:rsidRPr="0041575E" w:rsidRDefault="00E97F1D" w:rsidP="00E97F1D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tú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vosotros</w:t>
            </w:r>
          </w:p>
          <w:p w:rsidR="00E97F1D" w:rsidRPr="0041575E" w:rsidRDefault="00E97F1D" w:rsidP="00E97F1D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Ud.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Uds.</w:t>
            </w:r>
          </w:p>
          <w:p w:rsidR="00E97F1D" w:rsidRPr="0041575E" w:rsidRDefault="00E97F1D" w:rsidP="00E97F1D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>él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ellos</w:t>
            </w:r>
          </w:p>
          <w:p w:rsidR="00E97F1D" w:rsidRPr="0041575E" w:rsidRDefault="00E97F1D" w:rsidP="00E97F1D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ella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ellas</w:t>
            </w:r>
          </w:p>
        </w:tc>
        <w:tc>
          <w:tcPr>
            <w:tcW w:w="4788" w:type="dxa"/>
          </w:tcPr>
          <w:p w:rsidR="00E97F1D" w:rsidRPr="0041575E" w:rsidRDefault="00E97F1D">
            <w:pPr>
              <w:rPr>
                <w:rFonts w:ascii="Arial" w:eastAsia="Cambria" w:hAnsi="Arial" w:cs="Arial"/>
                <w:b/>
                <w:lang w:val="es-ES_tradnl"/>
              </w:rPr>
            </w:pPr>
          </w:p>
          <w:p w:rsidR="00E97F1D" w:rsidRPr="0041575E" w:rsidRDefault="00E97F1D" w:rsidP="00E97F1D">
            <w:pPr>
              <w:rPr>
                <w:rFonts w:ascii="Arial" w:eastAsia="Cambria" w:hAnsi="Arial" w:cs="Arial"/>
                <w:u w:val="single"/>
                <w:lang w:val="es-ES_tradnl"/>
              </w:rPr>
            </w:pPr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>Com</w:t>
            </w:r>
            <w:r w:rsidRPr="0041575E">
              <w:rPr>
                <w:rFonts w:ascii="Arial" w:eastAsia="Cambria" w:hAnsi="Arial" w:cs="Arial"/>
                <w:b/>
                <w:u w:val="single"/>
                <w:lang w:val="es-ES_tradnl"/>
              </w:rPr>
              <w:t>er</w:t>
            </w:r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– </w:t>
            </w:r>
            <w:proofErr w:type="spellStart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>to</w:t>
            </w:r>
            <w:proofErr w:type="spellEnd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</w:t>
            </w:r>
            <w:proofErr w:type="spellStart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>eat</w:t>
            </w:r>
            <w:proofErr w:type="spellEnd"/>
          </w:p>
          <w:p w:rsidR="00E97F1D" w:rsidRPr="0041575E" w:rsidRDefault="00E97F1D" w:rsidP="009E084F">
            <w:pPr>
              <w:rPr>
                <w:rFonts w:ascii="Arial" w:eastAsia="Cambria" w:hAnsi="Arial" w:cs="Arial"/>
                <w:sz w:val="16"/>
                <w:lang w:val="es-ES_tradnl"/>
              </w:rPr>
            </w:pP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yo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nosotros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tú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vosotros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Ud.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Uds.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>él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ella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ellas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</w:p>
          <w:p w:rsidR="00E97F1D" w:rsidRPr="0041575E" w:rsidRDefault="00E97F1D" w:rsidP="009E084F">
            <w:pPr>
              <w:rPr>
                <w:rFonts w:ascii="Arial" w:eastAsia="Cambria" w:hAnsi="Arial" w:cs="Arial"/>
                <w:u w:val="single"/>
                <w:lang w:val="es-ES_tradnl"/>
              </w:rPr>
            </w:pPr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Ir – </w:t>
            </w:r>
            <w:proofErr w:type="spellStart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>to</w:t>
            </w:r>
            <w:proofErr w:type="spellEnd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 xml:space="preserve"> </w:t>
            </w:r>
            <w:proofErr w:type="spellStart"/>
            <w:r w:rsidRPr="0041575E">
              <w:rPr>
                <w:rFonts w:ascii="Arial" w:eastAsia="Cambria" w:hAnsi="Arial" w:cs="Arial"/>
                <w:u w:val="single"/>
                <w:lang w:val="es-ES_tradnl"/>
              </w:rPr>
              <w:t>go</w:t>
            </w:r>
            <w:proofErr w:type="spellEnd"/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sz w:val="16"/>
                <w:lang w:val="es-ES_tradnl"/>
              </w:rPr>
            </w:pP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yo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nosotros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tú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vosotros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Ud.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Uds.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>él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ellos</w:t>
            </w:r>
          </w:p>
          <w:p w:rsidR="00E97F1D" w:rsidRPr="0041575E" w:rsidRDefault="00E97F1D" w:rsidP="009E084F">
            <w:pPr>
              <w:tabs>
                <w:tab w:val="left" w:pos="1980"/>
              </w:tabs>
              <w:rPr>
                <w:rFonts w:ascii="Arial" w:eastAsia="Cambria" w:hAnsi="Arial" w:cs="Arial"/>
                <w:lang w:val="es-ES_tradnl"/>
              </w:rPr>
            </w:pPr>
            <w:r w:rsidRPr="0041575E">
              <w:rPr>
                <w:rFonts w:ascii="Arial" w:eastAsia="Cambria" w:hAnsi="Arial" w:cs="Arial"/>
                <w:lang w:val="es-ES_tradnl"/>
              </w:rPr>
              <w:t xml:space="preserve">ella </w:t>
            </w:r>
            <w:r w:rsidRPr="0041575E">
              <w:rPr>
                <w:rFonts w:ascii="Arial" w:eastAsia="Cambria" w:hAnsi="Arial" w:cs="Arial"/>
                <w:lang w:val="es-ES_tradnl"/>
              </w:rPr>
              <w:tab/>
              <w:t>ellas</w:t>
            </w:r>
          </w:p>
          <w:p w:rsidR="00E97F1D" w:rsidRPr="0041575E" w:rsidRDefault="00E97F1D" w:rsidP="00E97F1D">
            <w:pPr>
              <w:tabs>
                <w:tab w:val="left" w:pos="1980"/>
              </w:tabs>
              <w:rPr>
                <w:rFonts w:ascii="Arial" w:eastAsia="Cambria" w:hAnsi="Arial" w:cs="Arial"/>
                <w:lang w:val="es-MX"/>
              </w:rPr>
            </w:pPr>
          </w:p>
        </w:tc>
      </w:tr>
    </w:tbl>
    <w:p w:rsidR="00297093" w:rsidRPr="0041575E" w:rsidRDefault="00297093">
      <w:pPr>
        <w:rPr>
          <w:lang w:val="es-MX"/>
        </w:rPr>
      </w:pPr>
      <w:bookmarkStart w:id="0" w:name="_GoBack"/>
      <w:bookmarkEnd w:id="0"/>
    </w:p>
    <w:sectPr w:rsidR="00297093" w:rsidRPr="0041575E" w:rsidSect="002970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97093"/>
    <w:rsid w:val="00297093"/>
    <w:rsid w:val="00332772"/>
    <w:rsid w:val="0041575E"/>
    <w:rsid w:val="007960B3"/>
    <w:rsid w:val="009E084F"/>
    <w:rsid w:val="00B41536"/>
    <w:rsid w:val="00DC0F75"/>
    <w:rsid w:val="00E97F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9B17FD2E</Template>
  <TotalTime>3</TotalTime>
  <Pages>2</Pages>
  <Words>231</Words>
  <Characters>1323</Characters>
  <Application>Microsoft Office Word</Application>
  <DocSecurity>0</DocSecurity>
  <Lines>11</Lines>
  <Paragraphs>3</Paragraphs>
  <ScaleCrop>false</ScaleCrop>
  <Company>WCSD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Prine, Stephanie</cp:lastModifiedBy>
  <cp:revision>3</cp:revision>
  <cp:lastPrinted>2011-04-18T14:12:00Z</cp:lastPrinted>
  <dcterms:created xsi:type="dcterms:W3CDTF">2011-04-18T19:49:00Z</dcterms:created>
  <dcterms:modified xsi:type="dcterms:W3CDTF">2013-02-28T20:35:00Z</dcterms:modified>
</cp:coreProperties>
</file>